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8CB2DBD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bookmarkStart w:id="0" w:name="_GoBack"/>
      <w:bookmarkEnd w:id="0"/>
      <w:r w:rsidR="007363A0" w:rsidRPr="007363A0">
        <w:rPr>
          <w:noProof/>
          <w:sz w:val="20"/>
          <w:szCs w:val="20"/>
          <w:highlight w:val="cyan"/>
        </w:rPr>
        <w:t>XXXX/2023-SŽ-OŘ PHA-OVZ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5BC19FF4" w:rsidR="007479E1" w:rsidRPr="00404764" w:rsidRDefault="007363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7363A0">
              <w:rPr>
                <w:b/>
                <w:noProof/>
                <w:szCs w:val="20"/>
              </w:rPr>
              <w:t>„Oprava TV v žst. Praha Libeň“</w:t>
            </w: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F8CBA19" w14:textId="701C8CFA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72D92EF9" w14:textId="3E04ABF0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404764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9F951C2" w14:textId="44BB61BA" w:rsidR="007E7B8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971F1D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19687D42" w:rsidR="007479E1" w:rsidRPr="00404764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2697588" w14:textId="27681BAA" w:rsidR="007479E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404764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B76F025" w14:textId="0A7E25C1" w:rsidR="007E7B8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404764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4F1F700F" w:rsidR="008E3DB5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333E149B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C1A8DF4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58630019" w:rsidR="00921E6B" w:rsidRPr="00404764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404764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2D9FA3A5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404764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AF1028D" w:rsidR="00FF2CFB" w:rsidRPr="00404764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</w:tbl>
    <w:p w14:paraId="4A091CC7" w14:textId="47CCB4B9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Pr="00A24674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773B510F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3A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3A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0395FF90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3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3A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363A0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44C844-8AC9-4E1E-9BB9-9762DF5DB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3</Pages>
  <Words>755</Words>
  <Characters>4457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Kaplanová Ivana</cp:lastModifiedBy>
  <cp:revision>2</cp:revision>
  <cp:lastPrinted>2022-03-23T11:11:00Z</cp:lastPrinted>
  <dcterms:created xsi:type="dcterms:W3CDTF">2023-02-10T12:57:00Z</dcterms:created>
  <dcterms:modified xsi:type="dcterms:W3CDTF">2023-02-10T12:57:00Z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